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47274A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  <w:r w:rsidR="00EA30EB">
        <w:rPr>
          <w:b/>
          <w:sz w:val="30"/>
        </w:rPr>
        <w:t xml:space="preserve">                                            </w:t>
      </w:r>
      <w:proofErr w:type="gramStart"/>
      <w:r w:rsidR="00EA30EB">
        <w:rPr>
          <w:b/>
          <w:sz w:val="30"/>
        </w:rPr>
        <w:t xml:space="preserve">   </w:t>
      </w:r>
      <w:r>
        <w:rPr>
          <w:b/>
          <w:sz w:val="30"/>
        </w:rPr>
        <w:t>«</w:t>
      </w:r>
      <w:proofErr w:type="gramEnd"/>
      <w:r>
        <w:rPr>
          <w:b/>
          <w:sz w:val="30"/>
        </w:rPr>
        <w:t>Заполярный район»</w:t>
      </w:r>
      <w:r w:rsidR="00EA30EB">
        <w:rPr>
          <w:b/>
          <w:sz w:val="30"/>
        </w:rPr>
        <w:t xml:space="preserve"> </w:t>
      </w:r>
      <w:r w:rsidR="0047274A"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="00321F8B">
        <w:rPr>
          <w:b/>
          <w:sz w:val="28"/>
          <w:szCs w:val="28"/>
        </w:rPr>
        <w:t>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C07E63">
        <w:rPr>
          <w:b/>
          <w:sz w:val="28"/>
          <w:szCs w:val="28"/>
          <w:u w:val="single"/>
        </w:rPr>
        <w:t>28</w:t>
      </w:r>
      <w:bookmarkStart w:id="0" w:name="_GoBack"/>
      <w:bookmarkEnd w:id="0"/>
      <w:r w:rsidR="00ED5EC2">
        <w:rPr>
          <w:b/>
          <w:sz w:val="28"/>
          <w:szCs w:val="28"/>
          <w:u w:val="single"/>
        </w:rPr>
        <w:t>.0</w:t>
      </w:r>
      <w:r w:rsidR="00C9554E">
        <w:rPr>
          <w:b/>
          <w:sz w:val="28"/>
          <w:szCs w:val="28"/>
          <w:u w:val="single"/>
        </w:rPr>
        <w:t>6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6B0B73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№ </w:t>
      </w:r>
      <w:r w:rsidR="00C07E63">
        <w:rPr>
          <w:b/>
          <w:sz w:val="28"/>
          <w:szCs w:val="28"/>
          <w:u w:val="single"/>
        </w:rPr>
        <w:t>193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13463B">
        <w:rPr>
          <w:sz w:val="20"/>
        </w:rPr>
        <w:t>р.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424647">
            <w:pPr>
              <w:jc w:val="both"/>
              <w:rPr>
                <w:sz w:val="22"/>
              </w:rPr>
            </w:pPr>
            <w:r>
              <w:rPr>
                <w:sz w:val="22"/>
              </w:rPr>
              <w:t>О внесении изменени</w:t>
            </w:r>
            <w:r w:rsidR="00424647">
              <w:rPr>
                <w:sz w:val="22"/>
              </w:rPr>
              <w:t>я</w:t>
            </w:r>
            <w:r>
              <w:rPr>
                <w:sz w:val="22"/>
              </w:rPr>
              <w:t xml:space="preserve">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CE5894">
              <w:rPr>
                <w:sz w:val="22"/>
              </w:rPr>
              <w:t>14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CE5894">
              <w:rPr>
                <w:sz w:val="22"/>
              </w:rPr>
              <w:t>2</w:t>
            </w:r>
            <w:r>
              <w:rPr>
                <w:sz w:val="22"/>
              </w:rPr>
              <w:t xml:space="preserve"> № </w:t>
            </w:r>
            <w:r w:rsidR="00CE5894">
              <w:rPr>
                <w:sz w:val="22"/>
              </w:rPr>
              <w:t>314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321F8B" w:rsidRDefault="00321F8B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321F8B" w:rsidRDefault="00787344" w:rsidP="00163CEE">
      <w:pPr>
        <w:ind w:firstLine="709"/>
        <w:jc w:val="both"/>
        <w:rPr>
          <w:sz w:val="28"/>
          <w:szCs w:val="28"/>
        </w:rPr>
      </w:pPr>
      <w:r w:rsidRPr="00321F8B">
        <w:rPr>
          <w:sz w:val="28"/>
          <w:szCs w:val="28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321F8B">
        <w:rPr>
          <w:sz w:val="28"/>
          <w:szCs w:val="28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321F8B">
        <w:rPr>
          <w:sz w:val="28"/>
          <w:szCs w:val="28"/>
        </w:rPr>
        <w:t>х</w:t>
      </w:r>
      <w:r w:rsidRPr="00321F8B">
        <w:rPr>
          <w:sz w:val="28"/>
          <w:szCs w:val="28"/>
        </w:rPr>
        <w:t xml:space="preserve"> предприятий и учреждений Заполярного района, утвержденным Администрацией</w:t>
      </w:r>
      <w:r w:rsidR="00A62700" w:rsidRPr="00321F8B">
        <w:rPr>
          <w:sz w:val="28"/>
          <w:szCs w:val="28"/>
        </w:rPr>
        <w:t xml:space="preserve"> </w:t>
      </w:r>
      <w:r w:rsidRPr="00321F8B">
        <w:rPr>
          <w:sz w:val="28"/>
          <w:szCs w:val="28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 w:rsidRPr="00321F8B">
        <w:rPr>
          <w:sz w:val="28"/>
          <w:szCs w:val="28"/>
        </w:rPr>
        <w:t>Ненецкого автономного округа</w:t>
      </w:r>
      <w:r w:rsidR="00F61DF1" w:rsidRPr="00321F8B">
        <w:rPr>
          <w:sz w:val="28"/>
          <w:szCs w:val="28"/>
        </w:rPr>
        <w:t>»</w:t>
      </w:r>
      <w:r w:rsidRPr="00321F8B">
        <w:rPr>
          <w:sz w:val="28"/>
          <w:szCs w:val="28"/>
        </w:rPr>
        <w:t xml:space="preserve"> ПОСТАНОВЛЯЕТ:</w:t>
      </w:r>
    </w:p>
    <w:p w:rsidR="00AC3D03" w:rsidRPr="00321F8B" w:rsidRDefault="00AC3D03" w:rsidP="00163CEE">
      <w:pPr>
        <w:ind w:firstLine="709"/>
        <w:jc w:val="both"/>
        <w:rPr>
          <w:sz w:val="28"/>
          <w:szCs w:val="28"/>
        </w:rPr>
      </w:pPr>
    </w:p>
    <w:p w:rsidR="0047274A" w:rsidRPr="00321F8B" w:rsidRDefault="0047274A" w:rsidP="0047274A">
      <w:pPr>
        <w:pStyle w:val="aa"/>
        <w:numPr>
          <w:ilvl w:val="0"/>
          <w:numId w:val="40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21F8B">
        <w:rPr>
          <w:sz w:val="28"/>
          <w:szCs w:val="28"/>
        </w:rPr>
        <w:t>До</w:t>
      </w:r>
      <w:r w:rsidR="00424647">
        <w:rPr>
          <w:sz w:val="28"/>
          <w:szCs w:val="28"/>
        </w:rPr>
        <w:t>полн</w:t>
      </w:r>
      <w:r w:rsidRPr="00321F8B">
        <w:rPr>
          <w:sz w:val="28"/>
          <w:szCs w:val="28"/>
        </w:rPr>
        <w:t xml:space="preserve">ить </w:t>
      </w:r>
      <w:r w:rsidR="00424647" w:rsidRPr="00321F8B">
        <w:rPr>
          <w:sz w:val="28"/>
          <w:szCs w:val="28"/>
        </w:rPr>
        <w:t>постановлени</w:t>
      </w:r>
      <w:r w:rsidR="00424647">
        <w:rPr>
          <w:sz w:val="28"/>
          <w:szCs w:val="28"/>
        </w:rPr>
        <w:t>е</w:t>
      </w:r>
      <w:r w:rsidR="00424647" w:rsidRPr="00321F8B">
        <w:rPr>
          <w:sz w:val="28"/>
          <w:szCs w:val="28"/>
        </w:rPr>
        <w:t xml:space="preserve"> Администрации Заполярного района от 14.12.2022 № 314п «Об утверждении тарифов на услуги (работы) МП ЗР «</w:t>
      </w:r>
      <w:proofErr w:type="spellStart"/>
      <w:r w:rsidR="00424647" w:rsidRPr="00321F8B">
        <w:rPr>
          <w:sz w:val="28"/>
          <w:szCs w:val="28"/>
        </w:rPr>
        <w:t>Севержилкомсервис</w:t>
      </w:r>
      <w:proofErr w:type="spellEnd"/>
      <w:r w:rsidR="00424647" w:rsidRPr="00321F8B">
        <w:rPr>
          <w:sz w:val="28"/>
          <w:szCs w:val="28"/>
        </w:rPr>
        <w:t>» на 2023 год»</w:t>
      </w:r>
      <w:r w:rsidR="00424647">
        <w:rPr>
          <w:sz w:val="28"/>
          <w:szCs w:val="28"/>
        </w:rPr>
        <w:t xml:space="preserve"> </w:t>
      </w:r>
      <w:r w:rsidR="003976CA" w:rsidRPr="00321F8B">
        <w:rPr>
          <w:sz w:val="28"/>
          <w:szCs w:val="28"/>
        </w:rPr>
        <w:t>п</w:t>
      </w:r>
      <w:r w:rsidR="00787344" w:rsidRPr="00321F8B">
        <w:rPr>
          <w:sz w:val="28"/>
          <w:szCs w:val="28"/>
        </w:rPr>
        <w:t>риложени</w:t>
      </w:r>
      <w:r w:rsidR="003976CA" w:rsidRPr="00321F8B">
        <w:rPr>
          <w:sz w:val="28"/>
          <w:szCs w:val="28"/>
        </w:rPr>
        <w:t>е</w:t>
      </w:r>
      <w:r w:rsidR="00424647">
        <w:rPr>
          <w:sz w:val="28"/>
          <w:szCs w:val="28"/>
        </w:rPr>
        <w:t>м</w:t>
      </w:r>
      <w:r w:rsidR="00787344" w:rsidRPr="00321F8B">
        <w:rPr>
          <w:sz w:val="28"/>
          <w:szCs w:val="28"/>
        </w:rPr>
        <w:t xml:space="preserve"> </w:t>
      </w:r>
      <w:r w:rsidR="00EA30EB" w:rsidRPr="00321F8B">
        <w:rPr>
          <w:sz w:val="28"/>
          <w:szCs w:val="28"/>
        </w:rPr>
        <w:t xml:space="preserve">№ </w:t>
      </w:r>
      <w:r w:rsidR="00424647">
        <w:rPr>
          <w:sz w:val="28"/>
          <w:szCs w:val="28"/>
        </w:rPr>
        <w:t>9</w:t>
      </w:r>
      <w:r w:rsidRPr="00321F8B">
        <w:rPr>
          <w:sz w:val="28"/>
          <w:szCs w:val="28"/>
        </w:rPr>
        <w:t xml:space="preserve"> </w:t>
      </w:r>
      <w:r w:rsidR="00424647">
        <w:rPr>
          <w:sz w:val="28"/>
          <w:szCs w:val="28"/>
        </w:rPr>
        <w:t>следующего содержания</w:t>
      </w:r>
      <w:r w:rsidRPr="00321F8B">
        <w:rPr>
          <w:sz w:val="28"/>
          <w:szCs w:val="28"/>
        </w:rPr>
        <w:t>:</w:t>
      </w:r>
      <w:r w:rsidR="003953D8" w:rsidRPr="00321F8B">
        <w:rPr>
          <w:sz w:val="28"/>
          <w:szCs w:val="28"/>
        </w:rPr>
        <w:t xml:space="preserve"> </w:t>
      </w:r>
    </w:p>
    <w:p w:rsidR="00307E3C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21F8B">
        <w:rPr>
          <w:sz w:val="28"/>
          <w:szCs w:val="28"/>
        </w:rPr>
        <w:t>«</w:t>
      </w: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47274A" w:rsidRPr="00321F8B" w:rsidRDefault="0047274A" w:rsidP="0047274A">
      <w:pPr>
        <w:jc w:val="right"/>
        <w:rPr>
          <w:sz w:val="28"/>
          <w:szCs w:val="28"/>
        </w:rPr>
      </w:pPr>
      <w:r w:rsidRPr="00321F8B">
        <w:rPr>
          <w:sz w:val="28"/>
          <w:szCs w:val="28"/>
        </w:rPr>
        <w:t xml:space="preserve">Приложение № </w:t>
      </w:r>
      <w:r w:rsidR="00424647">
        <w:rPr>
          <w:sz w:val="28"/>
          <w:szCs w:val="28"/>
        </w:rPr>
        <w:t>9</w:t>
      </w:r>
    </w:p>
    <w:p w:rsidR="0047274A" w:rsidRPr="00321F8B" w:rsidRDefault="0047274A" w:rsidP="0047274A">
      <w:pPr>
        <w:jc w:val="right"/>
        <w:rPr>
          <w:sz w:val="28"/>
          <w:szCs w:val="28"/>
        </w:rPr>
      </w:pPr>
      <w:r w:rsidRPr="00321F8B">
        <w:rPr>
          <w:sz w:val="28"/>
          <w:szCs w:val="28"/>
        </w:rPr>
        <w:lastRenderedPageBreak/>
        <w:t>к постановлению Администрации</w:t>
      </w:r>
    </w:p>
    <w:p w:rsidR="0047274A" w:rsidRPr="00321F8B" w:rsidRDefault="0047274A" w:rsidP="0047274A">
      <w:pPr>
        <w:jc w:val="right"/>
        <w:rPr>
          <w:sz w:val="28"/>
          <w:szCs w:val="28"/>
        </w:rPr>
      </w:pPr>
      <w:r w:rsidRPr="00321F8B">
        <w:rPr>
          <w:sz w:val="28"/>
          <w:szCs w:val="28"/>
        </w:rPr>
        <w:t>Заполярного района</w:t>
      </w:r>
    </w:p>
    <w:p w:rsidR="00CE5894" w:rsidRPr="00321F8B" w:rsidRDefault="0047274A" w:rsidP="0047274A">
      <w:pPr>
        <w:jc w:val="right"/>
        <w:rPr>
          <w:sz w:val="28"/>
          <w:szCs w:val="28"/>
        </w:rPr>
      </w:pPr>
      <w:r w:rsidRPr="00321F8B">
        <w:rPr>
          <w:sz w:val="28"/>
          <w:szCs w:val="28"/>
        </w:rPr>
        <w:t xml:space="preserve">от </w:t>
      </w:r>
      <w:r w:rsidR="00CE5894" w:rsidRPr="00321F8B">
        <w:rPr>
          <w:sz w:val="28"/>
          <w:szCs w:val="28"/>
        </w:rPr>
        <w:t>14</w:t>
      </w:r>
      <w:r w:rsidRPr="00321F8B">
        <w:rPr>
          <w:sz w:val="28"/>
          <w:szCs w:val="28"/>
        </w:rPr>
        <w:t>.12.202</w:t>
      </w:r>
      <w:r w:rsidR="00CE5894" w:rsidRPr="00321F8B">
        <w:rPr>
          <w:sz w:val="28"/>
          <w:szCs w:val="28"/>
        </w:rPr>
        <w:t>2</w:t>
      </w:r>
      <w:r w:rsidRPr="00321F8B">
        <w:rPr>
          <w:sz w:val="28"/>
          <w:szCs w:val="28"/>
        </w:rPr>
        <w:t xml:space="preserve"> № </w:t>
      </w:r>
      <w:r w:rsidR="00CE5894" w:rsidRPr="00321F8B">
        <w:rPr>
          <w:sz w:val="28"/>
          <w:szCs w:val="28"/>
        </w:rPr>
        <w:t>314</w:t>
      </w:r>
      <w:r w:rsidRPr="00321F8B">
        <w:rPr>
          <w:sz w:val="28"/>
          <w:szCs w:val="28"/>
        </w:rPr>
        <w:t>п</w:t>
      </w:r>
      <w:r w:rsidR="00CE5894" w:rsidRPr="00321F8B">
        <w:rPr>
          <w:sz w:val="28"/>
          <w:szCs w:val="28"/>
        </w:rPr>
        <w:t xml:space="preserve"> </w:t>
      </w:r>
    </w:p>
    <w:p w:rsidR="00321F8B" w:rsidRDefault="00321F8B" w:rsidP="0047274A">
      <w:pPr>
        <w:jc w:val="right"/>
        <w:rPr>
          <w:sz w:val="28"/>
          <w:szCs w:val="28"/>
        </w:rPr>
      </w:pPr>
    </w:p>
    <w:p w:rsidR="00321F8B" w:rsidRDefault="00321F8B" w:rsidP="0047274A">
      <w:pPr>
        <w:jc w:val="right"/>
        <w:rPr>
          <w:sz w:val="28"/>
          <w:szCs w:val="28"/>
        </w:rPr>
      </w:pPr>
    </w:p>
    <w:p w:rsidR="0047274A" w:rsidRDefault="00CE5894" w:rsidP="0047274A">
      <w:pPr>
        <w:jc w:val="right"/>
        <w:rPr>
          <w:sz w:val="28"/>
          <w:szCs w:val="28"/>
        </w:rPr>
      </w:pPr>
      <w:r w:rsidRPr="00321F8B">
        <w:rPr>
          <w:sz w:val="28"/>
          <w:szCs w:val="28"/>
        </w:rPr>
        <w:t>с НДС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2837"/>
        <w:gridCol w:w="1559"/>
        <w:gridCol w:w="2410"/>
        <w:gridCol w:w="1842"/>
      </w:tblGrid>
      <w:tr w:rsidR="0047274A" w:rsidRPr="00853D13" w:rsidTr="00321F8B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 xml:space="preserve">№ </w:t>
            </w:r>
            <w:r w:rsidRPr="00321F8B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 xml:space="preserve">Наименование </w:t>
            </w:r>
            <w:r w:rsidRPr="00321F8B">
              <w:rPr>
                <w:sz w:val="26"/>
                <w:szCs w:val="26"/>
              </w:rPr>
              <w:br/>
              <w:t>услуги (работы)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Ед.</w:t>
            </w:r>
            <w:r w:rsidRPr="00321F8B">
              <w:rPr>
                <w:sz w:val="26"/>
                <w:szCs w:val="26"/>
              </w:rPr>
              <w:br/>
              <w:t>изм.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Тариф для населения и органов местного самоуправления</w:t>
            </w:r>
            <w:r w:rsidR="00EA30EB" w:rsidRPr="00321F8B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Тариф для прочих потребителей</w:t>
            </w:r>
          </w:p>
        </w:tc>
      </w:tr>
      <w:tr w:rsidR="0047274A" w:rsidRPr="00853D13" w:rsidTr="00321F8B">
        <w:trPr>
          <w:trHeight w:val="9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1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5</w:t>
            </w:r>
          </w:p>
        </w:tc>
      </w:tr>
      <w:tr w:rsidR="0047274A" w:rsidRPr="00853D13" w:rsidTr="0047274A">
        <w:trPr>
          <w:trHeight w:val="700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 xml:space="preserve">Тарифы, установленные в соответствии с </w:t>
            </w:r>
            <w:r w:rsidR="00E72A18" w:rsidRPr="00321F8B">
              <w:rPr>
                <w:sz w:val="26"/>
                <w:szCs w:val="26"/>
              </w:rPr>
              <w:t>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</w:t>
            </w:r>
          </w:p>
        </w:tc>
      </w:tr>
      <w:tr w:rsidR="0047274A" w:rsidRPr="002E6701" w:rsidTr="0047274A">
        <w:trPr>
          <w:trHeight w:val="325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47274A" w:rsidRPr="00321F8B" w:rsidRDefault="0047274A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 xml:space="preserve">1. Услуги по </w:t>
            </w:r>
            <w:r w:rsidR="00EA30EB" w:rsidRPr="00321F8B">
              <w:rPr>
                <w:bCs/>
                <w:sz w:val="26"/>
                <w:szCs w:val="26"/>
              </w:rPr>
              <w:t>водному транспорту</w:t>
            </w:r>
            <w:r w:rsidRPr="00321F8B">
              <w:rPr>
                <w:bCs/>
                <w:sz w:val="26"/>
                <w:szCs w:val="26"/>
              </w:rPr>
              <w:t xml:space="preserve">  </w:t>
            </w:r>
          </w:p>
        </w:tc>
      </w:tr>
      <w:tr w:rsidR="00EA30EB" w:rsidRPr="002E6701" w:rsidTr="00321F8B">
        <w:trPr>
          <w:trHeight w:val="303"/>
        </w:trPr>
        <w:tc>
          <w:tcPr>
            <w:tcW w:w="1133" w:type="dxa"/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1.1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sz w:val="26"/>
                <w:szCs w:val="26"/>
                <w:lang w:val="en-US"/>
              </w:rPr>
            </w:pPr>
            <w:r w:rsidRPr="00321F8B">
              <w:rPr>
                <w:sz w:val="26"/>
                <w:szCs w:val="26"/>
              </w:rPr>
              <w:t>Т/х «Беспокойный»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Pr="00321F8B" w:rsidRDefault="00CE5894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15 067,03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CE5894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15 784,51</w:t>
            </w:r>
          </w:p>
        </w:tc>
      </w:tr>
      <w:tr w:rsidR="00EA30EB" w:rsidRPr="002E6701" w:rsidTr="00321F8B">
        <w:trPr>
          <w:trHeight w:val="265"/>
        </w:trPr>
        <w:tc>
          <w:tcPr>
            <w:tcW w:w="1133" w:type="dxa"/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1.2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Баржа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Pr="00321F8B" w:rsidRDefault="00CE5894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2 438,32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CE5894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2 554,43</w:t>
            </w:r>
          </w:p>
        </w:tc>
      </w:tr>
      <w:tr w:rsidR="00EA30EB" w:rsidRPr="002E6701" w:rsidTr="00321F8B">
        <w:trPr>
          <w:trHeight w:val="242"/>
        </w:trPr>
        <w:tc>
          <w:tcPr>
            <w:tcW w:w="1133" w:type="dxa"/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1.3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Т/х «Беспокойный» с баржей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Pr="00321F8B" w:rsidRDefault="00CE5894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17 505,36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CE5894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18 338,94</w:t>
            </w:r>
          </w:p>
        </w:tc>
      </w:tr>
      <w:tr w:rsidR="00EA30EB" w:rsidRPr="002E6701" w:rsidTr="00321F8B">
        <w:trPr>
          <w:trHeight w:val="217"/>
        </w:trPr>
        <w:tc>
          <w:tcPr>
            <w:tcW w:w="1133" w:type="dxa"/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1.4</w:t>
            </w:r>
          </w:p>
        </w:tc>
        <w:tc>
          <w:tcPr>
            <w:tcW w:w="2837" w:type="dxa"/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Т/х «Гранит»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Pr="00321F8B" w:rsidRDefault="00CE5894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18 415,26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A30EB" w:rsidRPr="00321F8B" w:rsidRDefault="00CE5894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19 292,18</w:t>
            </w:r>
          </w:p>
        </w:tc>
      </w:tr>
      <w:tr w:rsidR="00EA30EB" w:rsidRPr="002E6701" w:rsidTr="00321F8B">
        <w:trPr>
          <w:trHeight w:val="194"/>
        </w:trPr>
        <w:tc>
          <w:tcPr>
            <w:tcW w:w="1133" w:type="dxa"/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1.5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Т/х «Гранит» с баржей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Pr="00321F8B" w:rsidRDefault="00CE5894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20 853,59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CE5894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21 846,61</w:t>
            </w:r>
          </w:p>
        </w:tc>
      </w:tr>
    </w:tbl>
    <w:p w:rsidR="00FD1B42" w:rsidRPr="00AC3D03" w:rsidRDefault="00A1126B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  </w:t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Pr="00AC3D03">
        <w:rPr>
          <w:sz w:val="28"/>
          <w:szCs w:val="28"/>
        </w:rPr>
        <w:t>».</w:t>
      </w:r>
    </w:p>
    <w:p w:rsidR="00787344" w:rsidRPr="00AC3D03" w:rsidRDefault="006A37A9" w:rsidP="000C3D45">
      <w:pPr>
        <w:ind w:firstLine="567"/>
        <w:jc w:val="both"/>
        <w:rPr>
          <w:sz w:val="28"/>
          <w:szCs w:val="28"/>
        </w:rPr>
      </w:pPr>
      <w:r w:rsidRPr="00AC3D03">
        <w:rPr>
          <w:sz w:val="28"/>
          <w:szCs w:val="28"/>
        </w:rPr>
        <w:t>2</w:t>
      </w:r>
      <w:r w:rsidR="000C3D45" w:rsidRPr="00AC3D03">
        <w:rPr>
          <w:sz w:val="28"/>
          <w:szCs w:val="28"/>
        </w:rPr>
        <w:t xml:space="preserve">. </w:t>
      </w:r>
      <w:r w:rsidR="00787344" w:rsidRPr="00AC3D03">
        <w:rPr>
          <w:sz w:val="28"/>
          <w:szCs w:val="28"/>
        </w:rPr>
        <w:t>Настоящее постановление вступает в силу с</w:t>
      </w:r>
      <w:r w:rsidR="00C7392A" w:rsidRPr="00AC3D03">
        <w:rPr>
          <w:sz w:val="28"/>
          <w:szCs w:val="28"/>
        </w:rPr>
        <w:t>о</w:t>
      </w:r>
      <w:r w:rsidR="00787344" w:rsidRPr="00AC3D03">
        <w:rPr>
          <w:sz w:val="28"/>
          <w:szCs w:val="28"/>
        </w:rPr>
        <w:t xml:space="preserve"> д</w:t>
      </w:r>
      <w:r w:rsidR="00C7392A" w:rsidRPr="00AC3D03">
        <w:rPr>
          <w:sz w:val="28"/>
          <w:szCs w:val="28"/>
        </w:rPr>
        <w:t>ня</w:t>
      </w:r>
      <w:r w:rsidR="00787344" w:rsidRPr="00AC3D03">
        <w:rPr>
          <w:sz w:val="28"/>
          <w:szCs w:val="28"/>
        </w:rPr>
        <w:t xml:space="preserve"> принятия</w:t>
      </w:r>
      <w:r w:rsidR="00C7392A" w:rsidRPr="00AC3D03">
        <w:rPr>
          <w:sz w:val="28"/>
          <w:szCs w:val="28"/>
        </w:rPr>
        <w:t xml:space="preserve"> </w:t>
      </w:r>
      <w:r w:rsidR="00163CEE" w:rsidRPr="00AC3D03">
        <w:rPr>
          <w:sz w:val="28"/>
          <w:szCs w:val="28"/>
        </w:rPr>
        <w:t>и</w:t>
      </w:r>
      <w:r w:rsidR="00787344" w:rsidRPr="00AC3D03">
        <w:rPr>
          <w:sz w:val="28"/>
          <w:szCs w:val="28"/>
        </w:rPr>
        <w:t xml:space="preserve"> подлежит официальному опубликованию.</w:t>
      </w:r>
    </w:p>
    <w:p w:rsidR="00787344" w:rsidRPr="00AC3D03" w:rsidRDefault="00787344" w:rsidP="00787344">
      <w:pPr>
        <w:jc w:val="both"/>
        <w:rPr>
          <w:sz w:val="28"/>
          <w:szCs w:val="28"/>
        </w:rPr>
      </w:pPr>
    </w:p>
    <w:p w:rsidR="00787344" w:rsidRPr="00AC3D03" w:rsidRDefault="00787344" w:rsidP="00787344">
      <w:pPr>
        <w:jc w:val="both"/>
        <w:rPr>
          <w:sz w:val="28"/>
          <w:szCs w:val="28"/>
        </w:rPr>
      </w:pPr>
    </w:p>
    <w:p w:rsidR="005427D8" w:rsidRPr="00AC3D03" w:rsidRDefault="005427D8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AC3D03" w:rsidTr="00787344">
        <w:tc>
          <w:tcPr>
            <w:tcW w:w="4785" w:type="dxa"/>
            <w:hideMark/>
          </w:tcPr>
          <w:p w:rsidR="00787344" w:rsidRPr="00AC3D03" w:rsidRDefault="00AC0B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 о. главы </w:t>
            </w:r>
            <w:r w:rsidR="00787344" w:rsidRPr="00AC3D03">
              <w:rPr>
                <w:sz w:val="28"/>
                <w:szCs w:val="28"/>
              </w:rPr>
              <w:t>Администрации</w:t>
            </w:r>
          </w:p>
          <w:p w:rsidR="00787344" w:rsidRPr="00AC3D03" w:rsidRDefault="00787344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2E6701" w:rsidRPr="00AC3D03" w:rsidRDefault="00CE5894" w:rsidP="00702B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21F8B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="00AC0B2E">
              <w:rPr>
                <w:sz w:val="28"/>
                <w:szCs w:val="28"/>
              </w:rPr>
              <w:t>О.Е. Холодов</w:t>
            </w: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</w:tc>
      </w:tr>
    </w:tbl>
    <w:p w:rsidR="007D5CBF" w:rsidRPr="00AC3D03" w:rsidRDefault="00AC3D03" w:rsidP="003976CA">
      <w:pPr>
        <w:jc w:val="right"/>
        <w:rPr>
          <w:sz w:val="28"/>
          <w:szCs w:val="28"/>
        </w:rPr>
      </w:pPr>
      <w:r w:rsidRPr="00AC3D03">
        <w:rPr>
          <w:sz w:val="28"/>
          <w:szCs w:val="28"/>
        </w:rPr>
        <w:t>.</w:t>
      </w:r>
    </w:p>
    <w:p w:rsidR="00AC3D03" w:rsidRDefault="00AC3D03" w:rsidP="003976CA">
      <w:pPr>
        <w:jc w:val="right"/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307" w:rsidRDefault="00387307">
      <w:r>
        <w:separator/>
      </w:r>
    </w:p>
  </w:endnote>
  <w:endnote w:type="continuationSeparator" w:id="0">
    <w:p w:rsidR="00387307" w:rsidRDefault="00387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307" w:rsidRDefault="00387307">
      <w:r>
        <w:separator/>
      </w:r>
    </w:p>
  </w:footnote>
  <w:footnote w:type="continuationSeparator" w:id="0">
    <w:p w:rsidR="00387307" w:rsidRDefault="00387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737AB"/>
    <w:rsid w:val="00095D99"/>
    <w:rsid w:val="000B55BC"/>
    <w:rsid w:val="000C06DA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630CC"/>
    <w:rsid w:val="00163CEE"/>
    <w:rsid w:val="00167519"/>
    <w:rsid w:val="00170333"/>
    <w:rsid w:val="00170BC2"/>
    <w:rsid w:val="001952D1"/>
    <w:rsid w:val="001A1359"/>
    <w:rsid w:val="001D5E34"/>
    <w:rsid w:val="001E6FA1"/>
    <w:rsid w:val="0021034E"/>
    <w:rsid w:val="002233A4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21F8B"/>
    <w:rsid w:val="003664CA"/>
    <w:rsid w:val="003675F5"/>
    <w:rsid w:val="00375BF8"/>
    <w:rsid w:val="003767C8"/>
    <w:rsid w:val="00384C6E"/>
    <w:rsid w:val="00387307"/>
    <w:rsid w:val="003953D8"/>
    <w:rsid w:val="00395F68"/>
    <w:rsid w:val="003976CA"/>
    <w:rsid w:val="003A0043"/>
    <w:rsid w:val="003A3DB5"/>
    <w:rsid w:val="003D4FA0"/>
    <w:rsid w:val="003E2BC1"/>
    <w:rsid w:val="003F4817"/>
    <w:rsid w:val="003F6AAD"/>
    <w:rsid w:val="00424647"/>
    <w:rsid w:val="00432935"/>
    <w:rsid w:val="00461FF7"/>
    <w:rsid w:val="0047274A"/>
    <w:rsid w:val="00482F3B"/>
    <w:rsid w:val="004B1F68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90F98"/>
    <w:rsid w:val="00595A53"/>
    <w:rsid w:val="005A166A"/>
    <w:rsid w:val="005A619E"/>
    <w:rsid w:val="005B0E7B"/>
    <w:rsid w:val="005E5618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A37A9"/>
    <w:rsid w:val="006B0B73"/>
    <w:rsid w:val="006C7195"/>
    <w:rsid w:val="006D794C"/>
    <w:rsid w:val="006E533B"/>
    <w:rsid w:val="006F3819"/>
    <w:rsid w:val="006F62F0"/>
    <w:rsid w:val="00702B22"/>
    <w:rsid w:val="00714620"/>
    <w:rsid w:val="00751F5F"/>
    <w:rsid w:val="007523B3"/>
    <w:rsid w:val="00756312"/>
    <w:rsid w:val="007701B4"/>
    <w:rsid w:val="00773ED8"/>
    <w:rsid w:val="00787344"/>
    <w:rsid w:val="00794F29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15549"/>
    <w:rsid w:val="00837F22"/>
    <w:rsid w:val="008413CF"/>
    <w:rsid w:val="0085182E"/>
    <w:rsid w:val="0085204E"/>
    <w:rsid w:val="00856148"/>
    <w:rsid w:val="00870EB0"/>
    <w:rsid w:val="008806B4"/>
    <w:rsid w:val="00881C24"/>
    <w:rsid w:val="008D1D8C"/>
    <w:rsid w:val="009039A5"/>
    <w:rsid w:val="009249E8"/>
    <w:rsid w:val="009300CC"/>
    <w:rsid w:val="00947DAF"/>
    <w:rsid w:val="00952B89"/>
    <w:rsid w:val="00953719"/>
    <w:rsid w:val="009635B5"/>
    <w:rsid w:val="009641CC"/>
    <w:rsid w:val="00972CBC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4283E"/>
    <w:rsid w:val="00A61A0A"/>
    <w:rsid w:val="00A62700"/>
    <w:rsid w:val="00A751C0"/>
    <w:rsid w:val="00AA643D"/>
    <w:rsid w:val="00AB24B2"/>
    <w:rsid w:val="00AB284A"/>
    <w:rsid w:val="00AB2A97"/>
    <w:rsid w:val="00AC0B2E"/>
    <w:rsid w:val="00AC26AA"/>
    <w:rsid w:val="00AC3D03"/>
    <w:rsid w:val="00AD1962"/>
    <w:rsid w:val="00AD4238"/>
    <w:rsid w:val="00AD53F0"/>
    <w:rsid w:val="00AF3C46"/>
    <w:rsid w:val="00B241F3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07E63"/>
    <w:rsid w:val="00C35820"/>
    <w:rsid w:val="00C50A0E"/>
    <w:rsid w:val="00C65B62"/>
    <w:rsid w:val="00C7392A"/>
    <w:rsid w:val="00C80C19"/>
    <w:rsid w:val="00C918B5"/>
    <w:rsid w:val="00C9554E"/>
    <w:rsid w:val="00CD03BA"/>
    <w:rsid w:val="00CD792C"/>
    <w:rsid w:val="00CE5894"/>
    <w:rsid w:val="00D0795B"/>
    <w:rsid w:val="00D2142A"/>
    <w:rsid w:val="00D21DE2"/>
    <w:rsid w:val="00D22187"/>
    <w:rsid w:val="00D43835"/>
    <w:rsid w:val="00D50943"/>
    <w:rsid w:val="00D70FD9"/>
    <w:rsid w:val="00D71A1A"/>
    <w:rsid w:val="00D94D80"/>
    <w:rsid w:val="00D95A3B"/>
    <w:rsid w:val="00DA35AE"/>
    <w:rsid w:val="00DA36F7"/>
    <w:rsid w:val="00DA4BCF"/>
    <w:rsid w:val="00DB5A7F"/>
    <w:rsid w:val="00DF07BA"/>
    <w:rsid w:val="00DF3191"/>
    <w:rsid w:val="00E3229F"/>
    <w:rsid w:val="00E55885"/>
    <w:rsid w:val="00E56EB4"/>
    <w:rsid w:val="00E60DA0"/>
    <w:rsid w:val="00E662F3"/>
    <w:rsid w:val="00E70CF3"/>
    <w:rsid w:val="00E72A18"/>
    <w:rsid w:val="00E86BEB"/>
    <w:rsid w:val="00E954D9"/>
    <w:rsid w:val="00E97DBB"/>
    <w:rsid w:val="00EA30EB"/>
    <w:rsid w:val="00EA7D5C"/>
    <w:rsid w:val="00EB2D31"/>
    <w:rsid w:val="00ED36EC"/>
    <w:rsid w:val="00ED4BCC"/>
    <w:rsid w:val="00ED5EC2"/>
    <w:rsid w:val="00ED7A0A"/>
    <w:rsid w:val="00EE524E"/>
    <w:rsid w:val="00EE62C1"/>
    <w:rsid w:val="00F14F3B"/>
    <w:rsid w:val="00F17287"/>
    <w:rsid w:val="00F369D7"/>
    <w:rsid w:val="00F43C61"/>
    <w:rsid w:val="00F61DF1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B6A60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D3F7E-6BED-482B-88D0-BB1C90BA3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1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Пищ Оксана Владимировна</cp:lastModifiedBy>
  <cp:revision>2</cp:revision>
  <cp:lastPrinted>2023-06-27T07:03:00Z</cp:lastPrinted>
  <dcterms:created xsi:type="dcterms:W3CDTF">2023-06-28T12:01:00Z</dcterms:created>
  <dcterms:modified xsi:type="dcterms:W3CDTF">2023-06-28T12:01:00Z</dcterms:modified>
</cp:coreProperties>
</file>